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1C39CFF2" w14:textId="77777777" w:rsidR="006E0604" w:rsidRDefault="006E0604" w:rsidP="00366F67">
      <w:pPr>
        <w:pStyle w:val="Heading1"/>
        <w:rPr>
          <w:bCs/>
          <w:kern w:val="0"/>
          <w:szCs w:val="24"/>
        </w:rPr>
      </w:pPr>
    </w:p>
    <w:p w14:paraId="655F3615" w14:textId="77777777" w:rsidR="0020190F" w:rsidRPr="00330C91" w:rsidRDefault="0020190F" w:rsidP="0020190F">
      <w:pPr>
        <w:pStyle w:val="Caption"/>
        <w:framePr w:w="3828" w:h="1295" w:hRule="exact" w:hSpace="180" w:wrap="around" w:vAnchor="text" w:x="7229" w:y="-1104"/>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10AAA603"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b/>
          <w:bCs/>
          <w:spacing w:val="0"/>
          <w:sz w:val="16"/>
        </w:rPr>
        <w:t xml:space="preserve">Märge tehtud </w:t>
      </w:r>
      <w:r>
        <w:rPr>
          <w:rFonts w:ascii="Arial" w:hAnsi="Arial" w:cs="Arial"/>
          <w:spacing w:val="0"/>
          <w:sz w:val="16"/>
        </w:rPr>
        <w:t>02.01.2023</w:t>
      </w:r>
      <w:r w:rsidRPr="00330C91">
        <w:rPr>
          <w:rFonts w:ascii="Arial" w:hAnsi="Arial" w:cs="Arial"/>
          <w:spacing w:val="0"/>
          <w:sz w:val="16"/>
        </w:rPr>
        <w:t>.a</w:t>
      </w:r>
    </w:p>
    <w:p w14:paraId="7DAF8785"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spacing w:val="0"/>
          <w:sz w:val="16"/>
        </w:rPr>
        <w:t>Riigimetsa Majandamise Keskuses.</w:t>
      </w:r>
    </w:p>
    <w:p w14:paraId="51EEEFA1" w14:textId="77777777" w:rsidR="0020190F" w:rsidRPr="00471A69"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Kehtib kuni </w:t>
      </w:r>
      <w:r>
        <w:rPr>
          <w:rFonts w:ascii="Arial" w:hAnsi="Arial" w:cs="Arial"/>
          <w:spacing w:val="0"/>
          <w:sz w:val="16"/>
        </w:rPr>
        <w:t>31.12.2023</w:t>
      </w:r>
    </w:p>
    <w:p w14:paraId="566BC622" w14:textId="77777777" w:rsidR="0020190F"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7F9CED99" w14:textId="77777777" w:rsidR="0020190F" w:rsidRPr="00330C91" w:rsidRDefault="0020190F" w:rsidP="0020190F">
      <w:pPr>
        <w:framePr w:w="3828" w:h="1295" w:hRule="exact" w:hSpace="180" w:wrap="around" w:vAnchor="text" w:hAnchor="page" w:x="7229" w:y="-1104"/>
        <w:rPr>
          <w:rFonts w:ascii="Arial" w:hAnsi="Arial" w:cs="Arial"/>
          <w:sz w:val="16"/>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63ADEAE4"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275B0C">
        <w:rPr>
          <w:bCs/>
          <w:szCs w:val="24"/>
        </w:rPr>
        <w:t>2022/272</w:t>
      </w:r>
    </w:p>
    <w:p w14:paraId="45305926" w14:textId="77777777" w:rsidR="006E0604" w:rsidRPr="00471A69" w:rsidRDefault="006E0604" w:rsidP="001E5038">
      <w:pPr>
        <w:rPr>
          <w:szCs w:val="24"/>
        </w:rPr>
      </w:pPr>
    </w:p>
    <w:p w14:paraId="6AD8EE5A" w14:textId="033A8512" w:rsidR="006E0604" w:rsidRPr="00A332D3" w:rsidRDefault="00471A69" w:rsidP="00471A69">
      <w:pPr>
        <w:pStyle w:val="Heading1"/>
        <w:ind w:left="4080" w:firstLine="680"/>
        <w:jc w:val="right"/>
        <w:rPr>
          <w:b w:val="0"/>
          <w:bCs/>
          <w:kern w:val="0"/>
          <w:sz w:val="22"/>
          <w:szCs w:val="22"/>
        </w:rPr>
      </w:pPr>
      <w:r w:rsidRPr="00A332D3">
        <w:rPr>
          <w:b w:val="0"/>
          <w:bCs/>
          <w:kern w:val="0"/>
          <w:sz w:val="22"/>
          <w:szCs w:val="22"/>
        </w:rPr>
        <w:t>(hiliseima digitaalallkirja kuupä</w:t>
      </w:r>
      <w:r w:rsidR="00A332D3" w:rsidRPr="00A332D3">
        <w:rPr>
          <w:b w:val="0"/>
          <w:bCs/>
          <w:kern w:val="0"/>
          <w:sz w:val="22"/>
          <w:szCs w:val="22"/>
        </w:rPr>
        <w:t>e</w:t>
      </w:r>
      <w:r w:rsidRPr="00A332D3">
        <w:rPr>
          <w:b w:val="0"/>
          <w:bCs/>
          <w:kern w:val="0"/>
          <w:sz w:val="22"/>
          <w:szCs w:val="22"/>
        </w:rPr>
        <w:t>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471A69" w:rsidRPr="00A60946" w14:paraId="1650C18F" w14:textId="77777777" w:rsidTr="00275B0C">
        <w:tc>
          <w:tcPr>
            <w:tcW w:w="2581" w:type="dxa"/>
          </w:tcPr>
          <w:p w14:paraId="16E7374E" w14:textId="77777777" w:rsidR="00471A69" w:rsidRPr="00275B0C" w:rsidRDefault="00471A69" w:rsidP="00002ED5">
            <w:pPr>
              <w:pStyle w:val="CommentText"/>
              <w:rPr>
                <w:b/>
                <w:bCs/>
                <w:sz w:val="24"/>
                <w:szCs w:val="24"/>
              </w:rPr>
            </w:pPr>
            <w:r w:rsidRPr="00275B0C">
              <w:rPr>
                <w:b/>
                <w:bCs/>
                <w:sz w:val="24"/>
                <w:szCs w:val="24"/>
              </w:rPr>
              <w:t xml:space="preserve">Riigimetsa Majandamise Keskus (RMK) </w:t>
            </w:r>
          </w:p>
        </w:tc>
        <w:tc>
          <w:tcPr>
            <w:tcW w:w="3969"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3373"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1155B2"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275B0C" w:rsidRPr="00A60946" w14:paraId="0A1C5DE9" w14:textId="77777777" w:rsidTr="00275B0C">
        <w:tc>
          <w:tcPr>
            <w:tcW w:w="2581" w:type="dxa"/>
          </w:tcPr>
          <w:p w14:paraId="331E40AD" w14:textId="75A71B35" w:rsidR="00275B0C" w:rsidRPr="00275B0C" w:rsidRDefault="00275B0C" w:rsidP="00275B0C">
            <w:pPr>
              <w:pStyle w:val="CommentText"/>
              <w:rPr>
                <w:bCs/>
                <w:sz w:val="24"/>
                <w:szCs w:val="24"/>
              </w:rPr>
            </w:pPr>
            <w:r w:rsidRPr="00275B0C">
              <w:rPr>
                <w:bCs/>
                <w:sz w:val="24"/>
                <w:szCs w:val="24"/>
              </w:rPr>
              <w:t>Esindaja</w:t>
            </w:r>
          </w:p>
        </w:tc>
        <w:tc>
          <w:tcPr>
            <w:tcW w:w="3969" w:type="dxa"/>
          </w:tcPr>
          <w:p w14:paraId="6DFFC426" w14:textId="77777777" w:rsidR="00275B0C" w:rsidRPr="00275B0C" w:rsidRDefault="00275B0C" w:rsidP="00275B0C">
            <w:pPr>
              <w:pStyle w:val="CommentText"/>
              <w:rPr>
                <w:bCs/>
                <w:sz w:val="24"/>
                <w:szCs w:val="24"/>
              </w:rPr>
            </w:pPr>
            <w:r w:rsidRPr="00275B0C">
              <w:rPr>
                <w:bCs/>
                <w:sz w:val="24"/>
                <w:szCs w:val="24"/>
              </w:rPr>
              <w:t xml:space="preserve">Puiduturustusosakonna peaspetsialist </w:t>
            </w:r>
          </w:p>
          <w:p w14:paraId="6D3D722C" w14:textId="5ADF8BFA" w:rsidR="00275B0C" w:rsidRPr="00275B0C" w:rsidRDefault="00275B0C" w:rsidP="0002293B">
            <w:pPr>
              <w:pStyle w:val="CommentText"/>
              <w:rPr>
                <w:bCs/>
                <w:sz w:val="24"/>
                <w:szCs w:val="24"/>
              </w:rPr>
            </w:pPr>
            <w:r w:rsidRPr="00275B0C">
              <w:rPr>
                <w:bCs/>
                <w:sz w:val="24"/>
                <w:szCs w:val="24"/>
              </w:rPr>
              <w:t>Urmas Treial</w:t>
            </w:r>
            <w:r>
              <w:rPr>
                <w:bCs/>
                <w:sz w:val="24"/>
                <w:szCs w:val="24"/>
              </w:rPr>
              <w:t xml:space="preserve"> </w:t>
            </w:r>
            <w:proofErr w:type="spellStart"/>
            <w:r w:rsidR="00367306">
              <w:rPr>
                <w:bCs/>
                <w:sz w:val="24"/>
                <w:szCs w:val="24"/>
              </w:rPr>
              <w:t>ik</w:t>
            </w:r>
            <w:proofErr w:type="spellEnd"/>
            <w:r w:rsidR="00367306">
              <w:rPr>
                <w:bCs/>
                <w:sz w:val="24"/>
                <w:szCs w:val="24"/>
              </w:rPr>
              <w:t xml:space="preserve"> 35706064257</w:t>
            </w:r>
          </w:p>
        </w:tc>
        <w:tc>
          <w:tcPr>
            <w:tcW w:w="3373" w:type="dxa"/>
          </w:tcPr>
          <w:p w14:paraId="27FCFD9C" w14:textId="3D0A3D11" w:rsidR="00275B0C" w:rsidRPr="00275B0C" w:rsidRDefault="00275B0C" w:rsidP="00275B0C">
            <w:pPr>
              <w:pStyle w:val="CommentText"/>
              <w:rPr>
                <w:bCs/>
                <w:sz w:val="24"/>
                <w:szCs w:val="24"/>
              </w:rPr>
            </w:pPr>
            <w:r>
              <w:rPr>
                <w:bCs/>
                <w:sz w:val="24"/>
                <w:szCs w:val="24"/>
              </w:rPr>
              <w:t>T</w:t>
            </w:r>
            <w:r w:rsidRPr="00275B0C">
              <w:rPr>
                <w:bCs/>
                <w:sz w:val="24"/>
                <w:szCs w:val="24"/>
              </w:rPr>
              <w:t>el 503 3396</w:t>
            </w:r>
          </w:p>
          <w:p w14:paraId="695201CF" w14:textId="2F9A0AC9" w:rsidR="00275B0C" w:rsidRPr="00275B0C" w:rsidRDefault="00275B0C" w:rsidP="00275B0C">
            <w:pPr>
              <w:rPr>
                <w:b/>
                <w:bCs/>
                <w:szCs w:val="24"/>
              </w:rPr>
            </w:pPr>
            <w:r w:rsidRPr="00275B0C">
              <w:rPr>
                <w:rStyle w:val="Hyperlink"/>
                <w:szCs w:val="24"/>
              </w:rPr>
              <w:t>urmas.treial@rmk.ee</w:t>
            </w:r>
          </w:p>
        </w:tc>
      </w:tr>
      <w:tr w:rsidR="00275B0C" w:rsidRPr="00A60946" w14:paraId="501C094E" w14:textId="77777777" w:rsidTr="00002ED5">
        <w:trPr>
          <w:cantSplit/>
        </w:trPr>
        <w:tc>
          <w:tcPr>
            <w:tcW w:w="9923" w:type="dxa"/>
            <w:gridSpan w:val="3"/>
          </w:tcPr>
          <w:p w14:paraId="7D4B62D9" w14:textId="690AA5CF" w:rsidR="00275B0C" w:rsidRPr="00275B0C" w:rsidRDefault="00275B0C" w:rsidP="00275B0C">
            <w:pPr>
              <w:pStyle w:val="CommentText"/>
              <w:rPr>
                <w:bCs/>
                <w:sz w:val="24"/>
                <w:szCs w:val="24"/>
              </w:rPr>
            </w:pPr>
            <w:r w:rsidRPr="00275B0C">
              <w:rPr>
                <w:bCs/>
                <w:sz w:val="24"/>
                <w:szCs w:val="24"/>
              </w:rPr>
              <w:t>Esindusõigus tuleneb (volitamise alus): RMK juhatuse liikme 5. augusti 2016 käskkiri nr 1-5/91</w:t>
            </w:r>
          </w:p>
        </w:tc>
      </w:tr>
    </w:tbl>
    <w:p w14:paraId="5E9DD385" w14:textId="77777777" w:rsidR="00471A69" w:rsidRPr="00A60946" w:rsidRDefault="00471A69" w:rsidP="00471A69">
      <w:pPr>
        <w:rPr>
          <w:b/>
          <w:szCs w:val="24"/>
        </w:rPr>
      </w:pPr>
    </w:p>
    <w:bookmarkEnd w:id="6"/>
    <w:p w14:paraId="22AA8904" w14:textId="77777777" w:rsidR="00275B0C" w:rsidRPr="00275B0C" w:rsidRDefault="00275B0C" w:rsidP="00275B0C">
      <w:pPr>
        <w:rPr>
          <w:b/>
          <w:szCs w:val="24"/>
        </w:rPr>
      </w:pPr>
      <w:r w:rsidRPr="00275B0C">
        <w:rPr>
          <w:b/>
          <w:szCs w:val="24"/>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3680"/>
        <w:gridCol w:w="3691"/>
      </w:tblGrid>
      <w:tr w:rsidR="00275B0C" w:rsidRPr="00632CB7" w14:paraId="764D89FD" w14:textId="77777777" w:rsidTr="00275B0C">
        <w:tc>
          <w:tcPr>
            <w:tcW w:w="2581" w:type="dxa"/>
            <w:tcBorders>
              <w:top w:val="single" w:sz="4" w:space="0" w:color="auto"/>
              <w:left w:val="single" w:sz="4" w:space="0" w:color="auto"/>
              <w:bottom w:val="single" w:sz="4" w:space="0" w:color="auto"/>
              <w:right w:val="single" w:sz="4" w:space="0" w:color="auto"/>
            </w:tcBorders>
          </w:tcPr>
          <w:p w14:paraId="0357323A" w14:textId="77777777" w:rsidR="00275B0C" w:rsidRPr="00275B0C" w:rsidRDefault="00275B0C" w:rsidP="00275B0C">
            <w:pPr>
              <w:pStyle w:val="CommentText"/>
              <w:rPr>
                <w:b/>
                <w:bCs/>
                <w:sz w:val="24"/>
                <w:szCs w:val="24"/>
              </w:rPr>
            </w:pPr>
            <w:r w:rsidRPr="00275B0C">
              <w:rPr>
                <w:b/>
                <w:bCs/>
                <w:sz w:val="24"/>
                <w:szCs w:val="24"/>
              </w:rPr>
              <w:t>Ebavere Graanul OÜ</w:t>
            </w:r>
          </w:p>
          <w:p w14:paraId="432E9165" w14:textId="77777777" w:rsidR="00275B0C" w:rsidRPr="00275B0C" w:rsidRDefault="00275B0C" w:rsidP="00275B0C">
            <w:pPr>
              <w:pStyle w:val="CommentText"/>
              <w:rPr>
                <w:bCs/>
                <w:sz w:val="24"/>
                <w:szCs w:val="24"/>
              </w:rPr>
            </w:pPr>
          </w:p>
        </w:tc>
        <w:tc>
          <w:tcPr>
            <w:tcW w:w="3680" w:type="dxa"/>
            <w:tcBorders>
              <w:top w:val="single" w:sz="4" w:space="0" w:color="auto"/>
              <w:left w:val="single" w:sz="4" w:space="0" w:color="auto"/>
              <w:bottom w:val="single" w:sz="4" w:space="0" w:color="auto"/>
              <w:right w:val="single" w:sz="4" w:space="0" w:color="auto"/>
            </w:tcBorders>
          </w:tcPr>
          <w:p w14:paraId="6C8C9D9D" w14:textId="77777777" w:rsidR="00275B0C" w:rsidRPr="00275B0C" w:rsidRDefault="00275B0C" w:rsidP="00275B0C">
            <w:pPr>
              <w:pStyle w:val="CommentText"/>
              <w:rPr>
                <w:bCs/>
                <w:sz w:val="24"/>
                <w:szCs w:val="24"/>
              </w:rPr>
            </w:pPr>
            <w:r w:rsidRPr="00275B0C">
              <w:rPr>
                <w:bCs/>
                <w:sz w:val="24"/>
                <w:szCs w:val="24"/>
              </w:rPr>
              <w:t>Registrikood 12068782</w:t>
            </w:r>
          </w:p>
          <w:p w14:paraId="69878CA4" w14:textId="77777777" w:rsidR="00275B0C" w:rsidRPr="00275B0C" w:rsidRDefault="00275B0C" w:rsidP="00275B0C">
            <w:pPr>
              <w:pStyle w:val="CommentText"/>
              <w:rPr>
                <w:bCs/>
                <w:sz w:val="24"/>
                <w:szCs w:val="24"/>
              </w:rPr>
            </w:pPr>
            <w:r w:rsidRPr="00275B0C">
              <w:rPr>
                <w:bCs/>
                <w:sz w:val="24"/>
                <w:szCs w:val="24"/>
              </w:rPr>
              <w:t>Ebavere küla, Väike-Maarja</w:t>
            </w:r>
          </w:p>
          <w:p w14:paraId="102B4C1E" w14:textId="77777777" w:rsidR="00275B0C" w:rsidRPr="00275B0C" w:rsidRDefault="00275B0C" w:rsidP="00275B0C">
            <w:pPr>
              <w:pStyle w:val="CommentText"/>
              <w:rPr>
                <w:bCs/>
                <w:sz w:val="24"/>
                <w:szCs w:val="24"/>
              </w:rPr>
            </w:pPr>
            <w:r w:rsidRPr="00275B0C">
              <w:rPr>
                <w:bCs/>
                <w:sz w:val="24"/>
                <w:szCs w:val="24"/>
              </w:rPr>
              <w:t>vald, 46209 Lääne-Virumaa.</w:t>
            </w:r>
          </w:p>
        </w:tc>
        <w:tc>
          <w:tcPr>
            <w:tcW w:w="3691" w:type="dxa"/>
            <w:tcBorders>
              <w:top w:val="single" w:sz="4" w:space="0" w:color="auto"/>
              <w:left w:val="single" w:sz="4" w:space="0" w:color="auto"/>
              <w:bottom w:val="single" w:sz="4" w:space="0" w:color="auto"/>
              <w:right w:val="single" w:sz="4" w:space="0" w:color="auto"/>
            </w:tcBorders>
          </w:tcPr>
          <w:p w14:paraId="6813DAE3" w14:textId="386EDD9D" w:rsidR="00275B0C" w:rsidRPr="00275B0C" w:rsidRDefault="00275B0C" w:rsidP="00275B0C">
            <w:pPr>
              <w:pStyle w:val="CommentText"/>
              <w:rPr>
                <w:bCs/>
                <w:sz w:val="24"/>
                <w:szCs w:val="24"/>
              </w:rPr>
            </w:pPr>
            <w:r>
              <w:rPr>
                <w:bCs/>
                <w:sz w:val="24"/>
                <w:szCs w:val="24"/>
              </w:rPr>
              <w:t>T</w:t>
            </w:r>
            <w:r w:rsidRPr="00275B0C">
              <w:rPr>
                <w:bCs/>
                <w:sz w:val="24"/>
                <w:szCs w:val="24"/>
              </w:rPr>
              <w:t>el 669 9870</w:t>
            </w:r>
          </w:p>
          <w:p w14:paraId="5CC114F3" w14:textId="33CAD725" w:rsidR="00275B0C" w:rsidRPr="00275B0C" w:rsidRDefault="00275B0C" w:rsidP="00275B0C">
            <w:pPr>
              <w:pStyle w:val="CommentText"/>
              <w:rPr>
                <w:bCs/>
                <w:sz w:val="24"/>
                <w:szCs w:val="24"/>
              </w:rPr>
            </w:pPr>
            <w:r>
              <w:rPr>
                <w:bCs/>
                <w:sz w:val="24"/>
                <w:szCs w:val="24"/>
              </w:rPr>
              <w:t>T</w:t>
            </w:r>
            <w:r w:rsidRPr="00275B0C">
              <w:rPr>
                <w:bCs/>
                <w:sz w:val="24"/>
                <w:szCs w:val="24"/>
              </w:rPr>
              <w:t>el 508 9817</w:t>
            </w:r>
          </w:p>
        </w:tc>
      </w:tr>
      <w:tr w:rsidR="00275B0C" w:rsidRPr="00117C76" w14:paraId="5E1FF34E" w14:textId="77777777" w:rsidTr="00275B0C">
        <w:tc>
          <w:tcPr>
            <w:tcW w:w="2581" w:type="dxa"/>
            <w:tcBorders>
              <w:top w:val="single" w:sz="4" w:space="0" w:color="auto"/>
              <w:left w:val="single" w:sz="4" w:space="0" w:color="auto"/>
              <w:bottom w:val="single" w:sz="4" w:space="0" w:color="auto"/>
              <w:right w:val="single" w:sz="4" w:space="0" w:color="auto"/>
            </w:tcBorders>
          </w:tcPr>
          <w:p w14:paraId="17B39557" w14:textId="77777777" w:rsidR="00275B0C" w:rsidRPr="00275B0C" w:rsidRDefault="00275B0C" w:rsidP="00275B0C">
            <w:pPr>
              <w:pStyle w:val="CommentText"/>
              <w:rPr>
                <w:bCs/>
                <w:sz w:val="24"/>
                <w:szCs w:val="24"/>
              </w:rPr>
            </w:pPr>
            <w:r w:rsidRPr="00275B0C">
              <w:rPr>
                <w:bCs/>
                <w:sz w:val="24"/>
                <w:szCs w:val="24"/>
              </w:rPr>
              <w:t>Esindaja</w:t>
            </w:r>
          </w:p>
        </w:tc>
        <w:tc>
          <w:tcPr>
            <w:tcW w:w="3680" w:type="dxa"/>
            <w:tcBorders>
              <w:top w:val="single" w:sz="4" w:space="0" w:color="auto"/>
              <w:left w:val="single" w:sz="4" w:space="0" w:color="auto"/>
              <w:bottom w:val="single" w:sz="4" w:space="0" w:color="auto"/>
              <w:right w:val="single" w:sz="4" w:space="0" w:color="auto"/>
            </w:tcBorders>
          </w:tcPr>
          <w:p w14:paraId="44F675FD" w14:textId="77777777" w:rsidR="00275B0C" w:rsidRDefault="00275B0C" w:rsidP="00275B0C">
            <w:pPr>
              <w:pStyle w:val="CommentText"/>
              <w:rPr>
                <w:bCs/>
                <w:sz w:val="24"/>
                <w:szCs w:val="24"/>
              </w:rPr>
            </w:pPr>
            <w:r w:rsidRPr="00275B0C">
              <w:rPr>
                <w:bCs/>
                <w:sz w:val="24"/>
                <w:szCs w:val="24"/>
              </w:rPr>
              <w:t>Juhatuse liige Jaano Haidla</w:t>
            </w:r>
            <w:r w:rsidR="00367306">
              <w:rPr>
                <w:bCs/>
                <w:sz w:val="24"/>
                <w:szCs w:val="24"/>
              </w:rPr>
              <w:t xml:space="preserve"> </w:t>
            </w:r>
          </w:p>
          <w:p w14:paraId="5F74E9C5" w14:textId="26B8ABF3" w:rsidR="00367306" w:rsidRPr="00275B0C" w:rsidRDefault="00367306" w:rsidP="00275B0C">
            <w:pPr>
              <w:pStyle w:val="CommentText"/>
              <w:rPr>
                <w:bCs/>
                <w:sz w:val="24"/>
                <w:szCs w:val="24"/>
              </w:rPr>
            </w:pPr>
            <w:proofErr w:type="spellStart"/>
            <w:r>
              <w:rPr>
                <w:bCs/>
                <w:sz w:val="24"/>
                <w:szCs w:val="24"/>
              </w:rPr>
              <w:t>ik</w:t>
            </w:r>
            <w:proofErr w:type="spellEnd"/>
            <w:r>
              <w:rPr>
                <w:bCs/>
                <w:sz w:val="24"/>
                <w:szCs w:val="24"/>
              </w:rPr>
              <w:t xml:space="preserve"> </w:t>
            </w:r>
            <w:r w:rsidR="00495394" w:rsidRPr="00495394">
              <w:rPr>
                <w:bCs/>
                <w:sz w:val="24"/>
                <w:szCs w:val="24"/>
              </w:rPr>
              <w:t>37101170243</w:t>
            </w:r>
          </w:p>
        </w:tc>
        <w:tc>
          <w:tcPr>
            <w:tcW w:w="3691" w:type="dxa"/>
            <w:tcBorders>
              <w:top w:val="single" w:sz="4" w:space="0" w:color="auto"/>
              <w:left w:val="single" w:sz="4" w:space="0" w:color="auto"/>
              <w:bottom w:val="single" w:sz="4" w:space="0" w:color="auto"/>
              <w:right w:val="single" w:sz="4" w:space="0" w:color="auto"/>
            </w:tcBorders>
          </w:tcPr>
          <w:p w14:paraId="23390921" w14:textId="77777777" w:rsidR="00275B0C" w:rsidRPr="00A41E4F" w:rsidRDefault="001155B2" w:rsidP="008E1940">
            <w:pPr>
              <w:rPr>
                <w:bCs/>
                <w:sz w:val="20"/>
              </w:rPr>
            </w:pPr>
            <w:hyperlink r:id="rId13" w:history="1">
              <w:r w:rsidR="00275B0C" w:rsidRPr="00275B0C">
                <w:rPr>
                  <w:rStyle w:val="Hyperlink"/>
                  <w:szCs w:val="24"/>
                </w:rPr>
                <w:t>jaano.haidla@graanulinvest.com</w:t>
              </w:r>
            </w:hyperlink>
            <w:r w:rsidR="00275B0C" w:rsidRPr="00A41E4F">
              <w:rPr>
                <w:bCs/>
                <w:sz w:val="20"/>
              </w:rPr>
              <w:t xml:space="preserve"> </w:t>
            </w:r>
          </w:p>
        </w:tc>
      </w:tr>
      <w:tr w:rsidR="00275B0C" w:rsidRPr="00826EFE" w14:paraId="633B4E67" w14:textId="77777777" w:rsidTr="00275B0C">
        <w:tblPrEx>
          <w:tblLook w:val="0000" w:firstRow="0" w:lastRow="0" w:firstColumn="0" w:lastColumn="0" w:noHBand="0" w:noVBand="0"/>
        </w:tblPrEx>
        <w:tc>
          <w:tcPr>
            <w:tcW w:w="9952" w:type="dxa"/>
            <w:gridSpan w:val="3"/>
          </w:tcPr>
          <w:p w14:paraId="0AC5D9A5" w14:textId="77777777" w:rsidR="00275B0C" w:rsidRPr="00826EFE" w:rsidRDefault="00275B0C" w:rsidP="008E1940">
            <w:pPr>
              <w:rPr>
                <w:bCs/>
                <w:sz w:val="20"/>
              </w:rPr>
            </w:pPr>
            <w:r w:rsidRPr="00275B0C">
              <w:rPr>
                <w:bCs/>
                <w:szCs w:val="24"/>
              </w:rPr>
              <w:t>Esindusõigus tuleneb (volitamise alus): Ettevõtte põhikiri</w:t>
            </w:r>
          </w:p>
        </w:tc>
      </w:tr>
    </w:tbl>
    <w:p w14:paraId="753BBFD9" w14:textId="77777777" w:rsidR="00275B0C" w:rsidRDefault="00275B0C" w:rsidP="00275B0C">
      <w:pPr>
        <w:pStyle w:val="ListParagraph"/>
        <w:ind w:left="360"/>
        <w:rPr>
          <w:sz w:val="20"/>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4"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5" w:history="1">
        <w:r w:rsidRPr="00C63431">
          <w:rPr>
            <w:rStyle w:val="Hyperlink"/>
            <w:szCs w:val="24"/>
          </w:rPr>
          <w:t>www.rmk.ee</w:t>
        </w:r>
      </w:hyperlink>
      <w:r w:rsidRPr="00C63431">
        <w:rPr>
          <w:szCs w:val="24"/>
        </w:rPr>
        <w:t xml:space="preserve"> </w:t>
      </w:r>
    </w:p>
    <w:p w14:paraId="1C8DE144" w14:textId="22BF976A" w:rsidR="00C63431" w:rsidRDefault="006E0604" w:rsidP="00430AED">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367306">
        <w:rPr>
          <w:bCs/>
          <w:szCs w:val="24"/>
        </w:rPr>
        <w:t xml:space="preserve">osaühing Ebavere Graanul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367306">
        <w:rPr>
          <w:bCs/>
          <w:szCs w:val="24"/>
        </w:rPr>
        <w:t xml:space="preserve">osaühing Ebavere Graanul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w:t>
      </w:r>
      <w:r w:rsidR="002C27E0" w:rsidRPr="00C705CC">
        <w:rPr>
          <w:szCs w:val="24"/>
        </w:rPr>
        <w:lastRenderedPageBreak/>
        <w:t>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136B8F54"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C75FF0">
        <w:rPr>
          <w:noProof/>
          <w:color w:val="000000"/>
          <w:szCs w:val="24"/>
        </w:rPr>
        <w:t xml:space="preserve">Ebavere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xml:space="preserve">. Kui ostja visuaalsel hinnangul tarnitud </w:t>
      </w:r>
      <w:r w:rsidR="00B476EB" w:rsidRPr="00073EA0">
        <w:rPr>
          <w:szCs w:val="24"/>
        </w:rPr>
        <w:lastRenderedPageBreak/>
        <w:t>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7D8C706F"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6"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1155B2">
            <w:t>arvestatakse</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2A7EDAC6" w14:textId="17CE926F" w:rsidR="006E0604" w:rsidRDefault="006E0604" w:rsidP="006E7485">
      <w:pPr>
        <w:jc w:val="both"/>
        <w:rPr>
          <w:szCs w:val="24"/>
        </w:rPr>
      </w:pPr>
      <w:r w:rsidRPr="00471A69">
        <w:rPr>
          <w:b/>
          <w:szCs w:val="24"/>
        </w:rPr>
        <w:t>5.1.</w:t>
      </w:r>
      <w:r w:rsidR="001155B2">
        <w:rPr>
          <w:szCs w:val="24"/>
        </w:rPr>
        <w:t xml:space="preserve"> </w:t>
      </w:r>
      <w:r w:rsidR="001155B2" w:rsidRPr="001155B2">
        <w:rPr>
          <w:szCs w:val="24"/>
        </w:rPr>
        <w:t xml:space="preserve">Tarnitud metsamaterjali koorma koguse mõõtmise teostab ostja koorma saabumise päeval ostja lattu mõõtmisseadmega </w:t>
      </w:r>
      <w:proofErr w:type="spellStart"/>
      <w:r w:rsidR="001155B2" w:rsidRPr="001155B2">
        <w:rPr>
          <w:szCs w:val="24"/>
        </w:rPr>
        <w:t>LoadMon</w:t>
      </w:r>
      <w:proofErr w:type="spellEnd"/>
      <w:r w:rsidR="001155B2" w:rsidRPr="001155B2">
        <w:rPr>
          <w:szCs w:val="24"/>
        </w:rPr>
        <w:t xml:space="preserve"> (kirjeldus aadressil https://loadmon.com/), välja arvatud juhul kui tehnilistel põhjustel ei saa koguse mõõtmist koorma saabumise päeval läbi viia. Sellisel juhul kohustub ostja teavitama müüjat koorma mõõtmise ajast. Mõõtmise juures võib viibida müüja esindaja.</w:t>
      </w:r>
    </w:p>
    <w:p w14:paraId="6AD47AD9" w14:textId="77777777" w:rsidR="001155B2" w:rsidRDefault="001155B2" w:rsidP="006E7485">
      <w:pPr>
        <w:jc w:val="both"/>
        <w:rPr>
          <w:szCs w:val="24"/>
        </w:rPr>
      </w:pPr>
      <w:bookmarkStart w:id="7" w:name="_GoBack"/>
      <w:bookmarkEnd w:id="7"/>
    </w:p>
    <w:p w14:paraId="1D8E8B0E" w14:textId="1D6677C0" w:rsidR="00693283" w:rsidRPr="008C6CA9"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8C6CA9">
        <w:rPr>
          <w:szCs w:val="24"/>
        </w:rPr>
        <w:t xml:space="preserve">koorma pakkide kaupa </w:t>
      </w:r>
      <w:r w:rsidR="008D50B2" w:rsidRPr="008C6CA9">
        <w:rPr>
          <w:szCs w:val="24"/>
        </w:rPr>
        <w:t xml:space="preserve">RMK virnmaterjalide standardis </w:t>
      </w:r>
      <w:r w:rsidR="00485FB4" w:rsidRPr="008C6CA9">
        <w:rPr>
          <w:szCs w:val="24"/>
        </w:rPr>
        <w:t xml:space="preserve">toodud </w:t>
      </w:r>
      <w:r w:rsidR="00A24B65" w:rsidRPr="008C6CA9">
        <w:rPr>
          <w:szCs w:val="24"/>
        </w:rPr>
        <w:t>virnatäiuse</w:t>
      </w:r>
      <w:r w:rsidR="0067668A" w:rsidRPr="008C6CA9">
        <w:rPr>
          <w:szCs w:val="24"/>
        </w:rPr>
        <w:t xml:space="preserve"> koefitsiendi ja</w:t>
      </w:r>
      <w:r w:rsidR="00A24B65" w:rsidRPr="008C6CA9">
        <w:rPr>
          <w:szCs w:val="24"/>
        </w:rPr>
        <w:t xml:space="preserve"> </w:t>
      </w:r>
      <w:r w:rsidR="00B17233" w:rsidRPr="008C6CA9">
        <w:rPr>
          <w:szCs w:val="24"/>
        </w:rPr>
        <w:t xml:space="preserve">virnmaterjali mahu </w:t>
      </w:r>
      <w:r w:rsidR="00A24B65" w:rsidRPr="008C6CA9">
        <w:rPr>
          <w:szCs w:val="24"/>
        </w:rPr>
        <w:t>määramise metoodika alusel</w:t>
      </w:r>
      <w:r w:rsidR="00EC4215" w:rsidRPr="008C6CA9">
        <w:rPr>
          <w:szCs w:val="24"/>
        </w:rPr>
        <w:t xml:space="preserve"> või suuremat täpsust v</w:t>
      </w:r>
      <w:r w:rsidR="00E62929" w:rsidRPr="008C6CA9">
        <w:rPr>
          <w:szCs w:val="24"/>
        </w:rPr>
        <w:t>õimaldava</w:t>
      </w:r>
      <w:r w:rsidR="00EC4215" w:rsidRPr="008C6CA9">
        <w:rPr>
          <w:szCs w:val="24"/>
        </w:rPr>
        <w:t xml:space="preserve"> metoodika alusel.</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ladustamine ja selle säilitamine päritolu tuvastamiseks kuni nõude lahendamiseni. Esitatud nõue </w:t>
      </w:r>
      <w:r w:rsidRPr="00471A69">
        <w:rPr>
          <w:szCs w:val="24"/>
        </w:rPr>
        <w:lastRenderedPageBreak/>
        <w:t xml:space="preserve">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6346A3FD" w:rsidR="00471A69" w:rsidRPr="00471A69" w:rsidRDefault="0020190F" w:rsidP="0020190F">
            <w:pPr>
              <w:rPr>
                <w:szCs w:val="24"/>
              </w:rPr>
            </w:pPr>
            <w:r>
              <w:rPr>
                <w:szCs w:val="24"/>
              </w:rPr>
              <w:t>21</w:t>
            </w:r>
            <w:r w:rsidR="00471A69" w:rsidRPr="00471A69">
              <w:rPr>
                <w:szCs w:val="24"/>
              </w:rPr>
              <w:t xml:space="preserve"> (</w:t>
            </w:r>
            <w:r>
              <w:rPr>
                <w:szCs w:val="24"/>
              </w:rPr>
              <w:t>kakskümmend üks</w:t>
            </w:r>
            <w:r w:rsidR="00471A69" w:rsidRPr="00471A69">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6A5BB0C4"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7" w:history="1">
        <w:r w:rsidR="00AF6562" w:rsidRPr="00AF6562">
          <w:rPr>
            <w:rStyle w:val="Hyperlink"/>
          </w:rPr>
          <w:t>ffa2367@arved.ee</w:t>
        </w:r>
      </w:hyperlink>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1EC45D00" w14:textId="3E020DBD" w:rsidR="006E0604" w:rsidRPr="00683F6D" w:rsidRDefault="006E0604" w:rsidP="00C124B7">
      <w:pPr>
        <w:rPr>
          <w:szCs w:val="24"/>
        </w:rPr>
      </w:pPr>
      <w:r w:rsidRPr="00471A69">
        <w:rPr>
          <w:b/>
          <w:szCs w:val="24"/>
        </w:rPr>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w:t>
      </w:r>
      <w:r w:rsidR="00CB08DF" w:rsidRPr="00683F6D">
        <w:rPr>
          <w:szCs w:val="24"/>
        </w:rPr>
        <w:lastRenderedPageBreak/>
        <w:t xml:space="preserve">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02293B" w:rsidRPr="00683F6D" w14:paraId="07BA9199" w14:textId="77777777" w:rsidTr="002F2DD4">
        <w:tc>
          <w:tcPr>
            <w:tcW w:w="1872" w:type="dxa"/>
            <w:shd w:val="clear" w:color="auto" w:fill="auto"/>
          </w:tcPr>
          <w:p w14:paraId="5C36DA43" w14:textId="77777777" w:rsidR="0002293B" w:rsidRPr="00683F6D" w:rsidRDefault="0002293B" w:rsidP="00002ED5">
            <w:pPr>
              <w:shd w:val="clear" w:color="auto" w:fill="FFFFFF" w:themeFill="background1"/>
              <w:jc w:val="both"/>
              <w:rPr>
                <w:szCs w:val="24"/>
              </w:rPr>
            </w:pPr>
            <w:r w:rsidRPr="00683F6D">
              <w:rPr>
                <w:szCs w:val="24"/>
              </w:rPr>
              <w:t>Nimi</w:t>
            </w:r>
          </w:p>
        </w:tc>
        <w:tc>
          <w:tcPr>
            <w:tcW w:w="1559" w:type="dxa"/>
            <w:shd w:val="clear" w:color="auto" w:fill="auto"/>
          </w:tcPr>
          <w:p w14:paraId="64A44FDB" w14:textId="77777777" w:rsidR="0002293B" w:rsidRPr="00683F6D" w:rsidRDefault="0002293B" w:rsidP="00002ED5">
            <w:pPr>
              <w:shd w:val="clear" w:color="auto" w:fill="FFFFFF" w:themeFill="background1"/>
              <w:jc w:val="both"/>
              <w:rPr>
                <w:szCs w:val="24"/>
              </w:rPr>
            </w:pPr>
            <w:r w:rsidRPr="00683F6D">
              <w:rPr>
                <w:szCs w:val="24"/>
              </w:rPr>
              <w:t>Telefon</w:t>
            </w:r>
          </w:p>
        </w:tc>
        <w:tc>
          <w:tcPr>
            <w:tcW w:w="4678" w:type="dxa"/>
            <w:shd w:val="clear" w:color="auto" w:fill="auto"/>
          </w:tcPr>
          <w:p w14:paraId="0E98672B" w14:textId="77777777" w:rsidR="0002293B" w:rsidRPr="00683F6D" w:rsidRDefault="0002293B" w:rsidP="00002ED5">
            <w:pPr>
              <w:shd w:val="clear" w:color="auto" w:fill="FFFFFF" w:themeFill="background1"/>
              <w:jc w:val="both"/>
              <w:rPr>
                <w:szCs w:val="24"/>
              </w:rPr>
            </w:pPr>
            <w:r w:rsidRPr="00683F6D">
              <w:rPr>
                <w:szCs w:val="24"/>
              </w:rPr>
              <w:t>e-post</w:t>
            </w:r>
          </w:p>
        </w:tc>
      </w:tr>
      <w:tr w:rsidR="0002293B" w:rsidRPr="00683F6D" w14:paraId="78E0F25A" w14:textId="77777777" w:rsidTr="002F2DD4">
        <w:tc>
          <w:tcPr>
            <w:tcW w:w="1872" w:type="dxa"/>
            <w:shd w:val="clear" w:color="auto" w:fill="auto"/>
          </w:tcPr>
          <w:p w14:paraId="1B705E2B" w14:textId="68987D62" w:rsidR="0002293B" w:rsidRPr="00683F6D" w:rsidRDefault="002F2DD4" w:rsidP="00002ED5">
            <w:pPr>
              <w:shd w:val="clear" w:color="auto" w:fill="FFFFFF" w:themeFill="background1"/>
              <w:jc w:val="both"/>
              <w:rPr>
                <w:szCs w:val="24"/>
              </w:rPr>
            </w:pPr>
            <w:r>
              <w:rPr>
                <w:spacing w:val="0"/>
                <w:szCs w:val="24"/>
                <w:lang w:val="en-AU"/>
              </w:rPr>
              <w:t>Eve Merbach</w:t>
            </w:r>
          </w:p>
        </w:tc>
        <w:tc>
          <w:tcPr>
            <w:tcW w:w="1559" w:type="dxa"/>
            <w:shd w:val="clear" w:color="auto" w:fill="auto"/>
          </w:tcPr>
          <w:p w14:paraId="6FF6D824" w14:textId="2FB31BDC" w:rsidR="0002293B" w:rsidRPr="00683F6D" w:rsidRDefault="0002293B" w:rsidP="00002ED5">
            <w:pPr>
              <w:shd w:val="clear" w:color="auto" w:fill="FFFFFF" w:themeFill="background1"/>
              <w:jc w:val="both"/>
              <w:rPr>
                <w:szCs w:val="24"/>
              </w:rPr>
            </w:pPr>
            <w:r>
              <w:t>6760</w:t>
            </w:r>
            <w:r w:rsidR="002F2DD4">
              <w:t xml:space="preserve"> </w:t>
            </w:r>
            <w:r>
              <w:t>7951</w:t>
            </w:r>
          </w:p>
        </w:tc>
        <w:tc>
          <w:tcPr>
            <w:tcW w:w="4678" w:type="dxa"/>
            <w:shd w:val="clear" w:color="auto" w:fill="auto"/>
          </w:tcPr>
          <w:p w14:paraId="6BCED57C" w14:textId="0FAE76FF" w:rsidR="0002293B" w:rsidRPr="00683F6D" w:rsidRDefault="0002293B" w:rsidP="00002ED5">
            <w:pPr>
              <w:shd w:val="clear" w:color="auto" w:fill="FFFFFF" w:themeFill="background1"/>
              <w:jc w:val="both"/>
              <w:rPr>
                <w:color w:val="0000FF"/>
                <w:szCs w:val="24"/>
              </w:rPr>
            </w:pPr>
            <w:r w:rsidRPr="002F2DD4">
              <w:rPr>
                <w:rStyle w:val="Hyperlink"/>
              </w:rPr>
              <w:t>aktid.kirde@rmk.ee</w:t>
            </w:r>
          </w:p>
        </w:tc>
      </w:tr>
    </w:tbl>
    <w:p w14:paraId="68BE4DB8" w14:textId="2F5CDABF" w:rsidR="001D5F9D" w:rsidRPr="00683F6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Pr="00683F6D">
        <w:rPr>
          <w:szCs w:val="24"/>
        </w:rPr>
        <w:t xml:space="preserve">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02293B" w:rsidRPr="00683F6D" w14:paraId="7FEF26BC" w14:textId="77777777" w:rsidTr="002F2DD4">
        <w:tc>
          <w:tcPr>
            <w:tcW w:w="1872" w:type="dxa"/>
            <w:shd w:val="clear" w:color="auto" w:fill="auto"/>
          </w:tcPr>
          <w:p w14:paraId="67B882C1" w14:textId="77777777" w:rsidR="0002293B" w:rsidRPr="00683F6D" w:rsidRDefault="0002293B" w:rsidP="00002ED5">
            <w:pPr>
              <w:shd w:val="clear" w:color="auto" w:fill="FFFFFF" w:themeFill="background1"/>
              <w:jc w:val="both"/>
              <w:rPr>
                <w:szCs w:val="24"/>
              </w:rPr>
            </w:pPr>
            <w:r w:rsidRPr="00683F6D">
              <w:rPr>
                <w:szCs w:val="24"/>
              </w:rPr>
              <w:t>Nimi</w:t>
            </w:r>
          </w:p>
        </w:tc>
        <w:tc>
          <w:tcPr>
            <w:tcW w:w="1559" w:type="dxa"/>
            <w:shd w:val="clear" w:color="auto" w:fill="auto"/>
          </w:tcPr>
          <w:p w14:paraId="53F813DA" w14:textId="77777777" w:rsidR="0002293B" w:rsidRPr="00683F6D" w:rsidRDefault="0002293B" w:rsidP="00002ED5">
            <w:pPr>
              <w:shd w:val="clear" w:color="auto" w:fill="FFFFFF" w:themeFill="background1"/>
              <w:jc w:val="both"/>
              <w:rPr>
                <w:szCs w:val="24"/>
              </w:rPr>
            </w:pPr>
            <w:r w:rsidRPr="00683F6D">
              <w:rPr>
                <w:szCs w:val="24"/>
              </w:rPr>
              <w:t>Telefon</w:t>
            </w:r>
          </w:p>
        </w:tc>
        <w:tc>
          <w:tcPr>
            <w:tcW w:w="4678" w:type="dxa"/>
            <w:shd w:val="clear" w:color="auto" w:fill="auto"/>
          </w:tcPr>
          <w:p w14:paraId="6F1E7EB0" w14:textId="77777777" w:rsidR="0002293B" w:rsidRPr="00683F6D" w:rsidRDefault="0002293B" w:rsidP="00002ED5">
            <w:pPr>
              <w:shd w:val="clear" w:color="auto" w:fill="FFFFFF" w:themeFill="background1"/>
              <w:jc w:val="both"/>
              <w:rPr>
                <w:szCs w:val="24"/>
              </w:rPr>
            </w:pPr>
            <w:r w:rsidRPr="00683F6D">
              <w:rPr>
                <w:szCs w:val="24"/>
              </w:rPr>
              <w:t>e-post</w:t>
            </w:r>
          </w:p>
        </w:tc>
      </w:tr>
      <w:tr w:rsidR="0002293B" w:rsidRPr="00683F6D" w14:paraId="4B61B2E6" w14:textId="77777777" w:rsidTr="002F2DD4">
        <w:tc>
          <w:tcPr>
            <w:tcW w:w="1872" w:type="dxa"/>
            <w:shd w:val="clear" w:color="auto" w:fill="auto"/>
          </w:tcPr>
          <w:p w14:paraId="14AE03CB" w14:textId="69B83384" w:rsidR="0002293B" w:rsidRPr="00683F6D" w:rsidRDefault="00BB7327" w:rsidP="0002293B">
            <w:pPr>
              <w:shd w:val="clear" w:color="auto" w:fill="FFFFFF" w:themeFill="background1"/>
              <w:jc w:val="both"/>
              <w:rPr>
                <w:szCs w:val="24"/>
              </w:rPr>
            </w:pPr>
            <w:r>
              <w:rPr>
                <w:spacing w:val="0"/>
                <w:szCs w:val="24"/>
                <w:lang w:val="en-AU"/>
              </w:rPr>
              <w:t>Sirje Aimse</w:t>
            </w:r>
          </w:p>
        </w:tc>
        <w:tc>
          <w:tcPr>
            <w:tcW w:w="1559" w:type="dxa"/>
            <w:shd w:val="clear" w:color="auto" w:fill="auto"/>
          </w:tcPr>
          <w:p w14:paraId="5378AA6D" w14:textId="209A604A" w:rsidR="0002293B" w:rsidRDefault="0002293B" w:rsidP="0002293B">
            <w:pPr>
              <w:shd w:val="clear" w:color="auto" w:fill="FFFFFF" w:themeFill="background1"/>
              <w:jc w:val="both"/>
            </w:pPr>
            <w:r>
              <w:t>322</w:t>
            </w:r>
            <w:r w:rsidR="002F2DD4">
              <w:t xml:space="preserve"> </w:t>
            </w:r>
            <w:r>
              <w:t>5795</w:t>
            </w:r>
          </w:p>
          <w:p w14:paraId="53FCE5B0" w14:textId="494D5409" w:rsidR="0002293B" w:rsidRPr="00683F6D" w:rsidRDefault="00BB7327" w:rsidP="0002293B">
            <w:pPr>
              <w:shd w:val="clear" w:color="auto" w:fill="FFFFFF" w:themeFill="background1"/>
              <w:jc w:val="both"/>
              <w:rPr>
                <w:szCs w:val="24"/>
              </w:rPr>
            </w:pPr>
            <w:r>
              <w:t>556 92077</w:t>
            </w:r>
          </w:p>
        </w:tc>
        <w:tc>
          <w:tcPr>
            <w:tcW w:w="4678" w:type="dxa"/>
            <w:shd w:val="clear" w:color="auto" w:fill="auto"/>
          </w:tcPr>
          <w:p w14:paraId="28046349" w14:textId="31FBBBC3" w:rsidR="0002293B" w:rsidRPr="00683F6D" w:rsidRDefault="001155B2" w:rsidP="0002293B">
            <w:pPr>
              <w:shd w:val="clear" w:color="auto" w:fill="FFFFFF" w:themeFill="background1"/>
              <w:jc w:val="both"/>
              <w:rPr>
                <w:szCs w:val="24"/>
              </w:rPr>
            </w:pPr>
            <w:hyperlink r:id="rId18" w:history="1">
              <w:r w:rsidR="00BB7327" w:rsidRPr="008851C6">
                <w:rPr>
                  <w:rStyle w:val="Hyperlink"/>
                </w:rPr>
                <w:t>sirje.aimse</w:t>
              </w:r>
              <w:r w:rsidR="00BB7327" w:rsidRPr="008851C6">
                <w:rPr>
                  <w:rStyle w:val="Hyperlink"/>
                  <w:lang w:val="en-AU"/>
                </w:rPr>
                <w:t>@graanulinvest.com</w:t>
              </w:r>
            </w:hyperlink>
          </w:p>
        </w:tc>
      </w:tr>
    </w:tbl>
    <w:p w14:paraId="7E18F10D" w14:textId="0182FDF0" w:rsidR="001D5F9D" w:rsidRPr="00683F6D" w:rsidRDefault="001D5F9D" w:rsidP="001D5F9D">
      <w:pPr>
        <w:shd w:val="clear" w:color="auto" w:fill="FFFFFF" w:themeFill="background1"/>
        <w:rPr>
          <w:szCs w:val="24"/>
        </w:rPr>
      </w:pPr>
      <w:r w:rsidRPr="00683F6D">
        <w:rPr>
          <w:b/>
          <w:bCs/>
          <w:szCs w:val="24"/>
        </w:rPr>
        <w:t>10.3.</w:t>
      </w:r>
      <w:r w:rsidR="000B3C7F">
        <w:rPr>
          <w:b/>
          <w:bCs/>
          <w:szCs w:val="24"/>
        </w:rPr>
        <w:tab/>
      </w:r>
      <w:r w:rsidRPr="00683F6D">
        <w:rPr>
          <w:szCs w:val="24"/>
        </w:rPr>
        <w:t>Ostja</w:t>
      </w:r>
      <w:r w:rsidRPr="00683F6D">
        <w:rPr>
          <w:bCs/>
          <w:szCs w:val="24"/>
        </w:rPr>
        <w:t xml:space="preserve"> poolne metsamaterjali üleandmise-vastuvõtmise vormistaja on</w:t>
      </w:r>
      <w:r w:rsidRPr="00683F6D">
        <w:rPr>
          <w:szCs w:val="24"/>
        </w:rPr>
        <w:t>:</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02293B" w:rsidRPr="00683F6D" w14:paraId="6FA0CC7E" w14:textId="77777777" w:rsidTr="002F2DD4">
        <w:tc>
          <w:tcPr>
            <w:tcW w:w="1872" w:type="dxa"/>
            <w:shd w:val="clear" w:color="auto" w:fill="auto"/>
          </w:tcPr>
          <w:p w14:paraId="1DE47536" w14:textId="77777777" w:rsidR="0002293B" w:rsidRPr="00683F6D" w:rsidRDefault="0002293B" w:rsidP="00002ED5">
            <w:pPr>
              <w:shd w:val="clear" w:color="auto" w:fill="FFFFFF" w:themeFill="background1"/>
              <w:jc w:val="both"/>
              <w:rPr>
                <w:szCs w:val="24"/>
              </w:rPr>
            </w:pPr>
            <w:r w:rsidRPr="00683F6D">
              <w:rPr>
                <w:szCs w:val="24"/>
              </w:rPr>
              <w:t>Nimi</w:t>
            </w:r>
          </w:p>
        </w:tc>
        <w:tc>
          <w:tcPr>
            <w:tcW w:w="1559" w:type="dxa"/>
            <w:shd w:val="clear" w:color="auto" w:fill="auto"/>
          </w:tcPr>
          <w:p w14:paraId="7A2CD096" w14:textId="77777777" w:rsidR="0002293B" w:rsidRPr="00683F6D" w:rsidRDefault="0002293B" w:rsidP="00002ED5">
            <w:pPr>
              <w:shd w:val="clear" w:color="auto" w:fill="FFFFFF" w:themeFill="background1"/>
              <w:jc w:val="both"/>
              <w:rPr>
                <w:szCs w:val="24"/>
              </w:rPr>
            </w:pPr>
            <w:r w:rsidRPr="00683F6D">
              <w:rPr>
                <w:szCs w:val="24"/>
              </w:rPr>
              <w:t>Telefon</w:t>
            </w:r>
          </w:p>
        </w:tc>
        <w:tc>
          <w:tcPr>
            <w:tcW w:w="4678" w:type="dxa"/>
            <w:shd w:val="clear" w:color="auto" w:fill="auto"/>
          </w:tcPr>
          <w:p w14:paraId="244B163C" w14:textId="77777777" w:rsidR="0002293B" w:rsidRPr="00683F6D" w:rsidRDefault="0002293B" w:rsidP="00002ED5">
            <w:pPr>
              <w:shd w:val="clear" w:color="auto" w:fill="FFFFFF" w:themeFill="background1"/>
              <w:jc w:val="both"/>
              <w:rPr>
                <w:szCs w:val="24"/>
              </w:rPr>
            </w:pPr>
            <w:r w:rsidRPr="00683F6D">
              <w:rPr>
                <w:szCs w:val="24"/>
              </w:rPr>
              <w:t>e-post</w:t>
            </w:r>
          </w:p>
        </w:tc>
      </w:tr>
      <w:tr w:rsidR="0002293B" w:rsidRPr="00683F6D" w14:paraId="69338E52" w14:textId="77777777" w:rsidTr="002F2DD4">
        <w:tc>
          <w:tcPr>
            <w:tcW w:w="1872" w:type="dxa"/>
            <w:shd w:val="clear" w:color="auto" w:fill="auto"/>
          </w:tcPr>
          <w:p w14:paraId="06D1EFAB" w14:textId="11A50866" w:rsidR="0002293B" w:rsidRPr="00683F6D" w:rsidRDefault="00BB7327" w:rsidP="0002293B">
            <w:pPr>
              <w:shd w:val="clear" w:color="auto" w:fill="FFFFFF" w:themeFill="background1"/>
              <w:jc w:val="both"/>
              <w:rPr>
                <w:szCs w:val="24"/>
              </w:rPr>
            </w:pPr>
            <w:r>
              <w:rPr>
                <w:spacing w:val="0"/>
                <w:szCs w:val="24"/>
                <w:lang w:val="en-AU"/>
              </w:rPr>
              <w:t>Sirje Aimse</w:t>
            </w:r>
          </w:p>
        </w:tc>
        <w:tc>
          <w:tcPr>
            <w:tcW w:w="1559" w:type="dxa"/>
            <w:shd w:val="clear" w:color="auto" w:fill="auto"/>
          </w:tcPr>
          <w:p w14:paraId="28216E1D" w14:textId="6B1D71FB" w:rsidR="0002293B" w:rsidRDefault="0002293B" w:rsidP="0002293B">
            <w:pPr>
              <w:shd w:val="clear" w:color="auto" w:fill="FFFFFF" w:themeFill="background1"/>
              <w:jc w:val="both"/>
            </w:pPr>
            <w:r>
              <w:t>322</w:t>
            </w:r>
            <w:r w:rsidR="002F2DD4">
              <w:t xml:space="preserve"> </w:t>
            </w:r>
            <w:r>
              <w:t>5795</w:t>
            </w:r>
          </w:p>
          <w:p w14:paraId="5233870C" w14:textId="1B198364" w:rsidR="0002293B" w:rsidRPr="00683F6D" w:rsidRDefault="00BB7327" w:rsidP="0002293B">
            <w:pPr>
              <w:shd w:val="clear" w:color="auto" w:fill="FFFFFF" w:themeFill="background1"/>
              <w:jc w:val="both"/>
              <w:rPr>
                <w:szCs w:val="24"/>
              </w:rPr>
            </w:pPr>
            <w:r>
              <w:t>556 92077</w:t>
            </w:r>
          </w:p>
        </w:tc>
        <w:tc>
          <w:tcPr>
            <w:tcW w:w="4678" w:type="dxa"/>
            <w:shd w:val="clear" w:color="auto" w:fill="auto"/>
          </w:tcPr>
          <w:p w14:paraId="1DD0AAC2" w14:textId="3C60ACA5" w:rsidR="0002293B" w:rsidRPr="002F2DD4" w:rsidRDefault="001155B2" w:rsidP="0002293B">
            <w:pPr>
              <w:shd w:val="clear" w:color="auto" w:fill="FFFFFF" w:themeFill="background1"/>
              <w:jc w:val="both"/>
              <w:rPr>
                <w:spacing w:val="0"/>
                <w:szCs w:val="24"/>
                <w:lang w:val="en-AU"/>
              </w:rPr>
            </w:pPr>
            <w:hyperlink r:id="rId19" w:history="1">
              <w:r w:rsidR="00BB7327" w:rsidRPr="008851C6">
                <w:rPr>
                  <w:rStyle w:val="Hyperlink"/>
                </w:rPr>
                <w:t>sirje.aimse</w:t>
              </w:r>
              <w:r w:rsidR="00BB7327" w:rsidRPr="008851C6">
                <w:rPr>
                  <w:rStyle w:val="Hyperlink"/>
                  <w:lang w:val="en-AU"/>
                </w:rPr>
                <w:t>@graanulinvest.com</w:t>
              </w:r>
            </w:hyperlink>
            <w:r w:rsidR="002F2DD4" w:rsidRPr="002F2DD4">
              <w:rPr>
                <w:rStyle w:val="Hyperlink"/>
              </w:rPr>
              <w:t xml:space="preserve"> </w:t>
            </w:r>
          </w:p>
        </w:tc>
      </w:tr>
    </w:tbl>
    <w:p w14:paraId="79E7C251" w14:textId="5F079788" w:rsidR="001D5F9D" w:rsidRPr="00471A69" w:rsidRDefault="001D5F9D" w:rsidP="001D5F9D">
      <w:pPr>
        <w:shd w:val="clear" w:color="auto" w:fill="FFFFFF" w:themeFill="background1"/>
        <w:rPr>
          <w:bCs/>
          <w:szCs w:val="24"/>
        </w:rPr>
      </w:pPr>
      <w:r w:rsidRPr="00683F6D">
        <w:rPr>
          <w:b/>
          <w:szCs w:val="24"/>
        </w:rPr>
        <w:t>10.4.</w:t>
      </w:r>
      <w:r w:rsidR="000B3C7F">
        <w:rPr>
          <w:szCs w:val="24"/>
        </w:rPr>
        <w:tab/>
      </w:r>
      <w:r w:rsidRPr="00683F6D">
        <w:rPr>
          <w:bCs/>
          <w:szCs w:val="24"/>
        </w:rPr>
        <w:t>Müüja poolne metsamaterjali transpordi (logistika) korraldaja</w:t>
      </w:r>
      <w:r w:rsidRPr="00471A69">
        <w:rPr>
          <w:bCs/>
          <w:szCs w:val="24"/>
        </w:rPr>
        <w:t xml:space="preserve">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1559"/>
        <w:gridCol w:w="4678"/>
      </w:tblGrid>
      <w:tr w:rsidR="001D5F9D" w:rsidRPr="00471A69" w14:paraId="5C410CB9" w14:textId="77777777" w:rsidTr="002F2DD4">
        <w:tc>
          <w:tcPr>
            <w:tcW w:w="1872" w:type="dxa"/>
            <w:shd w:val="clear" w:color="auto" w:fill="auto"/>
          </w:tcPr>
          <w:p w14:paraId="4B169828" w14:textId="77777777" w:rsidR="001D5F9D" w:rsidRPr="00471A69" w:rsidRDefault="001D5F9D" w:rsidP="00002ED5">
            <w:pPr>
              <w:shd w:val="clear" w:color="auto" w:fill="FFFFFF" w:themeFill="background1"/>
              <w:jc w:val="both"/>
              <w:rPr>
                <w:szCs w:val="24"/>
              </w:rPr>
            </w:pPr>
            <w:r w:rsidRPr="00471A69">
              <w:rPr>
                <w:szCs w:val="24"/>
              </w:rPr>
              <w:t>Nimi</w:t>
            </w:r>
          </w:p>
        </w:tc>
        <w:tc>
          <w:tcPr>
            <w:tcW w:w="1559" w:type="dxa"/>
            <w:shd w:val="clear" w:color="auto" w:fill="auto"/>
          </w:tcPr>
          <w:p w14:paraId="3CD824C0" w14:textId="77777777" w:rsidR="001D5F9D" w:rsidRPr="00471A69" w:rsidRDefault="001D5F9D" w:rsidP="00002ED5">
            <w:pPr>
              <w:shd w:val="clear" w:color="auto" w:fill="FFFFFF" w:themeFill="background1"/>
              <w:jc w:val="both"/>
              <w:rPr>
                <w:szCs w:val="24"/>
              </w:rPr>
            </w:pPr>
            <w:r w:rsidRPr="00471A69">
              <w:rPr>
                <w:szCs w:val="24"/>
              </w:rPr>
              <w:t>Telefon</w:t>
            </w:r>
          </w:p>
        </w:tc>
        <w:tc>
          <w:tcPr>
            <w:tcW w:w="4678" w:type="dxa"/>
            <w:shd w:val="clear" w:color="auto" w:fill="auto"/>
          </w:tcPr>
          <w:p w14:paraId="4B06BB02" w14:textId="77777777" w:rsidR="001D5F9D" w:rsidRPr="00471A69" w:rsidRDefault="001D5F9D" w:rsidP="00002ED5">
            <w:pPr>
              <w:shd w:val="clear" w:color="auto" w:fill="FFFFFF" w:themeFill="background1"/>
              <w:jc w:val="both"/>
              <w:rPr>
                <w:szCs w:val="24"/>
              </w:rPr>
            </w:pPr>
            <w:r w:rsidRPr="00471A69">
              <w:rPr>
                <w:szCs w:val="24"/>
              </w:rPr>
              <w:t>e-post</w:t>
            </w:r>
          </w:p>
        </w:tc>
      </w:tr>
      <w:tr w:rsidR="0002293B" w:rsidRPr="00471A69" w14:paraId="25A0FB8A" w14:textId="77777777" w:rsidTr="002F2DD4">
        <w:tc>
          <w:tcPr>
            <w:tcW w:w="1872" w:type="dxa"/>
            <w:shd w:val="clear" w:color="auto" w:fill="auto"/>
          </w:tcPr>
          <w:p w14:paraId="4691FC9C" w14:textId="518E9981" w:rsidR="0002293B" w:rsidRPr="00471A69" w:rsidRDefault="0002293B" w:rsidP="0002293B">
            <w:pPr>
              <w:shd w:val="clear" w:color="auto" w:fill="FFFFFF" w:themeFill="background1"/>
              <w:jc w:val="both"/>
              <w:rPr>
                <w:szCs w:val="24"/>
              </w:rPr>
            </w:pPr>
            <w:r>
              <w:rPr>
                <w:spacing w:val="0"/>
                <w:szCs w:val="24"/>
                <w:lang w:val="en-AU"/>
              </w:rPr>
              <w:lastRenderedPageBreak/>
              <w:t xml:space="preserve">Raul </w:t>
            </w:r>
            <w:proofErr w:type="spellStart"/>
            <w:r>
              <w:rPr>
                <w:spacing w:val="0"/>
                <w:szCs w:val="24"/>
                <w:lang w:val="en-AU"/>
              </w:rPr>
              <w:t>Orgla</w:t>
            </w:r>
            <w:proofErr w:type="spellEnd"/>
          </w:p>
        </w:tc>
        <w:tc>
          <w:tcPr>
            <w:tcW w:w="1559" w:type="dxa"/>
            <w:shd w:val="clear" w:color="auto" w:fill="auto"/>
          </w:tcPr>
          <w:p w14:paraId="6994B99F" w14:textId="2C76F839" w:rsidR="0002293B" w:rsidRPr="00471A69" w:rsidRDefault="0002293B" w:rsidP="0002293B">
            <w:pPr>
              <w:shd w:val="clear" w:color="auto" w:fill="FFFFFF" w:themeFill="background1"/>
              <w:jc w:val="both"/>
              <w:rPr>
                <w:szCs w:val="24"/>
              </w:rPr>
            </w:pPr>
            <w:r w:rsidRPr="002F2DD4">
              <w:t>505</w:t>
            </w:r>
            <w:r w:rsidR="002F2DD4">
              <w:t xml:space="preserve"> </w:t>
            </w:r>
            <w:r w:rsidRPr="002F2DD4">
              <w:t>1441</w:t>
            </w:r>
          </w:p>
        </w:tc>
        <w:tc>
          <w:tcPr>
            <w:tcW w:w="4678" w:type="dxa"/>
            <w:shd w:val="clear" w:color="auto" w:fill="auto"/>
          </w:tcPr>
          <w:p w14:paraId="09A1F782" w14:textId="1706816A" w:rsidR="0002293B" w:rsidRPr="00471A69" w:rsidRDefault="001155B2" w:rsidP="002F2DD4">
            <w:pPr>
              <w:shd w:val="clear" w:color="auto" w:fill="FFFFFF" w:themeFill="background1"/>
              <w:jc w:val="both"/>
              <w:rPr>
                <w:color w:val="0000FF"/>
                <w:szCs w:val="24"/>
              </w:rPr>
            </w:pPr>
            <w:hyperlink r:id="rId20" w:history="1">
              <w:r w:rsidR="002F2DD4" w:rsidRPr="007C05C7">
                <w:rPr>
                  <w:rStyle w:val="Hyperlink"/>
                  <w:spacing w:val="0"/>
                  <w:szCs w:val="24"/>
                  <w:lang w:val="en-AU"/>
                </w:rPr>
                <w:t>raul.orgla@rmk.ee</w:t>
              </w:r>
            </w:hyperlink>
            <w:r w:rsidR="0002293B" w:rsidRPr="002F2DD4">
              <w:rPr>
                <w:spacing w:val="0"/>
                <w:szCs w:val="24"/>
                <w:lang w:val="en-AU"/>
              </w:rPr>
              <w:t xml:space="preserve"> </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1"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70A1F8B0"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67D23">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1155B2"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1155B2"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0A61BB" w:rsidRPr="00366BEF" w14:paraId="77F872A1" w14:textId="77777777" w:rsidTr="0020190F">
        <w:trPr>
          <w:trHeight w:val="333"/>
        </w:trPr>
        <w:tc>
          <w:tcPr>
            <w:tcW w:w="5375" w:type="dxa"/>
            <w:vAlign w:val="bottom"/>
          </w:tcPr>
          <w:p w14:paraId="1B889FB4" w14:textId="77777777" w:rsidR="000A61BB" w:rsidRPr="00366BEF" w:rsidRDefault="000A61BB" w:rsidP="00002ED5">
            <w:pPr>
              <w:tabs>
                <w:tab w:val="left" w:pos="4320"/>
              </w:tabs>
              <w:spacing w:after="240"/>
              <w:rPr>
                <w:spacing w:val="0"/>
                <w:szCs w:val="24"/>
              </w:rPr>
            </w:pPr>
          </w:p>
        </w:tc>
        <w:tc>
          <w:tcPr>
            <w:tcW w:w="3560"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20190F">
        <w:trPr>
          <w:trHeight w:val="201"/>
        </w:trPr>
        <w:tc>
          <w:tcPr>
            <w:tcW w:w="5375" w:type="dxa"/>
            <w:vAlign w:val="bottom"/>
          </w:tcPr>
          <w:p w14:paraId="1152800E" w14:textId="33927DD3" w:rsidR="000A61BB" w:rsidRPr="00366BEF" w:rsidRDefault="008C3898" w:rsidP="00002ED5">
            <w:pPr>
              <w:tabs>
                <w:tab w:val="left" w:pos="4320"/>
              </w:tabs>
              <w:rPr>
                <w:spacing w:val="0"/>
                <w:szCs w:val="24"/>
              </w:rPr>
            </w:pPr>
            <w:r>
              <w:rPr>
                <w:spacing w:val="0"/>
                <w:szCs w:val="24"/>
                <w:lang w:val="en-AU"/>
              </w:rPr>
              <w:t>Urmas Treial</w:t>
            </w:r>
          </w:p>
        </w:tc>
        <w:tc>
          <w:tcPr>
            <w:tcW w:w="3560" w:type="dxa"/>
            <w:vAlign w:val="bottom"/>
          </w:tcPr>
          <w:p w14:paraId="25074C6A" w14:textId="00EF75D1" w:rsidR="008C3898" w:rsidRPr="00366BEF" w:rsidRDefault="008C3898" w:rsidP="008C3898">
            <w:pPr>
              <w:tabs>
                <w:tab w:val="left" w:pos="4320"/>
              </w:tabs>
              <w:rPr>
                <w:spacing w:val="0"/>
                <w:szCs w:val="24"/>
              </w:rPr>
            </w:pPr>
            <w:r>
              <w:rPr>
                <w:spacing w:val="0"/>
                <w:szCs w:val="24"/>
                <w:lang w:val="en-AU"/>
              </w:rPr>
              <w:t>Jaano Haidla</w:t>
            </w:r>
          </w:p>
        </w:tc>
      </w:tr>
    </w:tbl>
    <w:p w14:paraId="57EBF41E" w14:textId="77777777" w:rsidR="000A61BB" w:rsidRPr="000A61BB" w:rsidRDefault="000A61BB" w:rsidP="0020190F">
      <w:pPr>
        <w:rPr>
          <w:szCs w:val="24"/>
        </w:rPr>
      </w:pPr>
    </w:p>
    <w:sectPr w:rsidR="000A61BB" w:rsidRPr="000A61BB"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C8E83" w14:textId="77777777" w:rsidR="0002293B" w:rsidRDefault="0002293B">
      <w:r>
        <w:separator/>
      </w:r>
    </w:p>
  </w:endnote>
  <w:endnote w:type="continuationSeparator" w:id="0">
    <w:p w14:paraId="45848A27" w14:textId="77777777" w:rsidR="0002293B" w:rsidRDefault="0002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02293B" w:rsidRDefault="0002293B">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02293B" w:rsidRDefault="0002293B">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5014" w14:textId="77777777" w:rsidR="0002293B" w:rsidRDefault="0002293B">
      <w:r>
        <w:separator/>
      </w:r>
    </w:p>
  </w:footnote>
  <w:footnote w:type="continuationSeparator" w:id="0">
    <w:p w14:paraId="6D97E2CF" w14:textId="77777777" w:rsidR="0002293B" w:rsidRDefault="00022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02293B" w:rsidRPr="005B7E8B" w:rsidRDefault="0002293B"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02293B" w:rsidRDefault="000229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02293B" w:rsidRDefault="0002293B">
    <w:pPr>
      <w:framePr w:w="5049" w:h="1265" w:hRule="exact" w:hSpace="181" w:wrap="notBeside" w:vAnchor="page" w:hAnchor="page" w:x="1701" w:y="545"/>
      <w:rPr>
        <w:sz w:val="2"/>
      </w:rPr>
    </w:pPr>
  </w:p>
  <w:p w14:paraId="5C540452" w14:textId="77777777" w:rsidR="0002293B" w:rsidRDefault="0002293B">
    <w:pPr>
      <w:framePr w:w="3289" w:h="567" w:wrap="around" w:vAnchor="page" w:hAnchor="page" w:x="8052" w:y="625"/>
      <w:rPr>
        <w:spacing w:val="0"/>
        <w:position w:val="0"/>
      </w:rPr>
    </w:pPr>
  </w:p>
  <w:p w14:paraId="1E36AFC2" w14:textId="77777777" w:rsidR="0002293B" w:rsidRDefault="0002293B">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293B"/>
    <w:rsid w:val="00023146"/>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7A1"/>
    <w:rsid w:val="000713E6"/>
    <w:rsid w:val="00072690"/>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C6BA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0732A"/>
    <w:rsid w:val="001111A1"/>
    <w:rsid w:val="00112B9E"/>
    <w:rsid w:val="0011406D"/>
    <w:rsid w:val="001144C3"/>
    <w:rsid w:val="001155B2"/>
    <w:rsid w:val="0012087A"/>
    <w:rsid w:val="00120AFD"/>
    <w:rsid w:val="00121C29"/>
    <w:rsid w:val="00122050"/>
    <w:rsid w:val="0013088E"/>
    <w:rsid w:val="00134178"/>
    <w:rsid w:val="00135375"/>
    <w:rsid w:val="00135476"/>
    <w:rsid w:val="0013579A"/>
    <w:rsid w:val="00144962"/>
    <w:rsid w:val="00145CD1"/>
    <w:rsid w:val="001539A6"/>
    <w:rsid w:val="0015754B"/>
    <w:rsid w:val="00163C37"/>
    <w:rsid w:val="00167630"/>
    <w:rsid w:val="00167994"/>
    <w:rsid w:val="00170B55"/>
    <w:rsid w:val="00170F65"/>
    <w:rsid w:val="00171391"/>
    <w:rsid w:val="00173173"/>
    <w:rsid w:val="0017538A"/>
    <w:rsid w:val="00180E8D"/>
    <w:rsid w:val="00182E53"/>
    <w:rsid w:val="00187049"/>
    <w:rsid w:val="0018749D"/>
    <w:rsid w:val="00187976"/>
    <w:rsid w:val="00192075"/>
    <w:rsid w:val="001921BC"/>
    <w:rsid w:val="0019315C"/>
    <w:rsid w:val="00193523"/>
    <w:rsid w:val="001938B5"/>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2B8"/>
    <w:rsid w:val="001F0383"/>
    <w:rsid w:val="001F623B"/>
    <w:rsid w:val="0020190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5B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2DD4"/>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67306"/>
    <w:rsid w:val="00367D23"/>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707"/>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1082"/>
    <w:rsid w:val="00457AD1"/>
    <w:rsid w:val="00461594"/>
    <w:rsid w:val="0047075F"/>
    <w:rsid w:val="00471A69"/>
    <w:rsid w:val="00473171"/>
    <w:rsid w:val="00475786"/>
    <w:rsid w:val="00476336"/>
    <w:rsid w:val="0047688B"/>
    <w:rsid w:val="0048117C"/>
    <w:rsid w:val="004815CB"/>
    <w:rsid w:val="00483CE8"/>
    <w:rsid w:val="00483E1F"/>
    <w:rsid w:val="00485AE5"/>
    <w:rsid w:val="00485FB4"/>
    <w:rsid w:val="00490C30"/>
    <w:rsid w:val="00493448"/>
    <w:rsid w:val="00493D7A"/>
    <w:rsid w:val="0049521F"/>
    <w:rsid w:val="00495394"/>
    <w:rsid w:val="00495D95"/>
    <w:rsid w:val="004974AA"/>
    <w:rsid w:val="00497EF3"/>
    <w:rsid w:val="004A276B"/>
    <w:rsid w:val="004B12B5"/>
    <w:rsid w:val="004B20DF"/>
    <w:rsid w:val="004B5707"/>
    <w:rsid w:val="004C081A"/>
    <w:rsid w:val="004C27BF"/>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00C"/>
    <w:rsid w:val="00656EC8"/>
    <w:rsid w:val="006575ED"/>
    <w:rsid w:val="00657798"/>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73B5C"/>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1DE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3898"/>
    <w:rsid w:val="008C44DB"/>
    <w:rsid w:val="008C68A6"/>
    <w:rsid w:val="008C6CA9"/>
    <w:rsid w:val="008C7AC6"/>
    <w:rsid w:val="008D3F8F"/>
    <w:rsid w:val="008D50B2"/>
    <w:rsid w:val="008D7B4F"/>
    <w:rsid w:val="008E158B"/>
    <w:rsid w:val="008E1940"/>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2D3"/>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37A9"/>
    <w:rsid w:val="00AE5602"/>
    <w:rsid w:val="00AE6484"/>
    <w:rsid w:val="00AE6B5B"/>
    <w:rsid w:val="00AF0139"/>
    <w:rsid w:val="00AF11EF"/>
    <w:rsid w:val="00AF3AD6"/>
    <w:rsid w:val="00AF5464"/>
    <w:rsid w:val="00AF6562"/>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327"/>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5FF0"/>
    <w:rsid w:val="00C766EB"/>
    <w:rsid w:val="00C7729A"/>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25B2"/>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B8E"/>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DEF"/>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 w:type="character" w:customStyle="1" w:styleId="UnresolvedMention">
    <w:name w:val="Unresolved Mention"/>
    <w:basedOn w:val="DefaultParagraphFont"/>
    <w:uiPriority w:val="99"/>
    <w:semiHidden/>
    <w:unhideWhenUsed/>
    <w:rsid w:val="00AF6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jaano.haidla@graanulinvest.com" TargetMode="External"/><Relationship Id="rId18" Type="http://schemas.openxmlformats.org/officeDocument/2006/relationships/hyperlink" Target="mailto:sirje.aimse@graanulinvest.com"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mailto:ffa2367@arved.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raul.orgla@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mailto:sirje.aimse@graanulinves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metlikudteadaanded.e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A39C8"/>
    <w:rsid w:val="00A07D5E"/>
    <w:rsid w:val="00AE70FF"/>
    <w:rsid w:val="00E469ED"/>
    <w:rsid w:val="00E56E13"/>
    <w:rsid w:val="00F378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81E"/>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 w:type="paragraph" w:customStyle="1" w:styleId="998AC7D3A0F6465E9B92BC2AB9B88184">
    <w:name w:val="998AC7D3A0F6465E9B92BC2AB9B88184"/>
    <w:rsid w:val="00F378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92CAD-7660-4210-A5CC-87D13F075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TotalTime>
  <Pages>6</Pages>
  <Words>1804</Words>
  <Characters>14318</Characters>
  <Application>Microsoft Office Word</Application>
  <DocSecurity>0</DocSecurity>
  <Lines>119</Lines>
  <Paragraphs>32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Urmas Treial</cp:lastModifiedBy>
  <cp:revision>23</cp:revision>
  <cp:lastPrinted>2008-07-14T13:18:00Z</cp:lastPrinted>
  <dcterms:created xsi:type="dcterms:W3CDTF">2022-12-30T12:29:00Z</dcterms:created>
  <dcterms:modified xsi:type="dcterms:W3CDTF">2023-01-03T15:35:00Z</dcterms:modified>
</cp:coreProperties>
</file>